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18" w:type="dxa"/>
        <w:tblLook w:val="04A0" w:firstRow="1" w:lastRow="0" w:firstColumn="1" w:lastColumn="0" w:noHBand="0" w:noVBand="1"/>
      </w:tblPr>
      <w:tblGrid>
        <w:gridCol w:w="7398"/>
        <w:gridCol w:w="7020"/>
      </w:tblGrid>
      <w:tr w:rsidR="00624F23" w:rsidTr="00624F23">
        <w:tc>
          <w:tcPr>
            <w:tcW w:w="7398" w:type="dxa"/>
            <w:tcBorders>
              <w:top w:val="nil"/>
              <w:left w:val="nil"/>
              <w:bottom w:val="nil"/>
              <w:right w:val="nil"/>
            </w:tcBorders>
            <w:shd w:val="clear" w:color="auto" w:fill="002060"/>
          </w:tcPr>
          <w:p w:rsidR="00624F23" w:rsidRDefault="000D0941">
            <w:r>
              <w:rPr>
                <w:noProof/>
              </w:rPr>
              <mc:AlternateContent>
                <mc:Choice Requires="wps">
                  <w:drawing>
                    <wp:anchor distT="0" distB="0" distL="114300" distR="114300" simplePos="0" relativeHeight="251685888" behindDoc="0" locked="0" layoutInCell="1" allowOverlap="1">
                      <wp:simplePos x="0" y="0"/>
                      <wp:positionH relativeFrom="column">
                        <wp:posOffset>3139440</wp:posOffset>
                      </wp:positionH>
                      <wp:positionV relativeFrom="paragraph">
                        <wp:posOffset>132080</wp:posOffset>
                      </wp:positionV>
                      <wp:extent cx="1336040" cy="1270000"/>
                      <wp:effectExtent l="81915" t="84455" r="86995" b="74295"/>
                      <wp:wrapNone/>
                      <wp:docPr id="10" name="AutoShape 21" descr="woman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6"/>
                                <a:srcRect/>
                                <a:stretch>
                                  <a:fillRect b="-5200"/>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alt="Description: woman3" style="position:absolute;margin-left:247.2pt;margin-top:10.4pt;width:105.2pt;height:10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" path="m1,485096r510324,3l668020,,825715,485099r510324,-3l923176,784900r157702,485097l668020,970187,255162,1269997,412864,784900,1,485096xe" strokecolor="white [3212]" strokeweight="3pt">
                      <v:fill r:id="rId7" o:title="woman3"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52070</wp:posOffset>
                      </wp:positionH>
                      <wp:positionV relativeFrom="paragraph">
                        <wp:posOffset>133350</wp:posOffset>
                      </wp:positionV>
                      <wp:extent cx="1336040" cy="1270000"/>
                      <wp:effectExtent l="80645" t="85725" r="78740" b="73025"/>
                      <wp:wrapNone/>
                      <wp:docPr id="9" name="AutoShape 17" descr="woman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8"/>
                                <a:srcRect/>
                                <a:stretch>
                                  <a:fillRect/>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alt="Description: woman2" style="position:absolute;margin-left:4.1pt;margin-top:10.5pt;width:105.2pt;height:10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" path="m1,485096r510324,3l668020,,825715,485099r510324,-3l923176,784900r157702,485097l668020,970187,255162,1269997,412864,784900,1,485096xe" strokecolor="white [3212]" strokeweight="3pt">
                      <v:fill r:id="rId9" o:title="woman2"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50165</wp:posOffset>
                      </wp:positionH>
                      <wp:positionV relativeFrom="paragraph">
                        <wp:posOffset>1691640</wp:posOffset>
                      </wp:positionV>
                      <wp:extent cx="1336040" cy="1270000"/>
                      <wp:effectExtent l="78740" t="81915" r="80645" b="76835"/>
                      <wp:wrapNone/>
                      <wp:docPr id="8" name="AutoShape 22" descr="man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10"/>
                                <a:srcRect/>
                                <a:stretch>
                                  <a:fillRect/>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alt="Description: man3" style="position:absolute;margin-left:3.95pt;margin-top:133.2pt;width:105.2pt;height:10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" path="m1,485096r510324,3l668020,,825715,485099r510324,-3l923176,784900r157702,485097l668020,970187,255162,1269997,412864,784900,1,485096xe" strokecolor="white [3212]" strokeweight="3pt">
                      <v:fill r:id="rId11" o:title="man3"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1597660</wp:posOffset>
                      </wp:positionH>
                      <wp:positionV relativeFrom="paragraph">
                        <wp:posOffset>132715</wp:posOffset>
                      </wp:positionV>
                      <wp:extent cx="1336040" cy="1270000"/>
                      <wp:effectExtent l="83185" t="85090" r="85725" b="73660"/>
                      <wp:wrapNone/>
                      <wp:docPr id="7" name="AutoShape 20" descr="ma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12"/>
                                <a:srcRect/>
                                <a:stretch>
                                  <a:fillRect b="-5200"/>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alt="Description: man1" style="position:absolute;margin-left:125.8pt;margin-top:10.45pt;width:105.2pt;height:10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" path="m1,485096r510324,3l668020,,825715,485099r510324,-3l923176,784900r157702,485097l668020,970187,255162,1269997,412864,784900,1,485096xe" strokecolor="white [3212]" strokeweight="3pt">
                      <v:fill r:id="rId13" o:title="man1"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1595755</wp:posOffset>
                      </wp:positionH>
                      <wp:positionV relativeFrom="paragraph">
                        <wp:posOffset>1691005</wp:posOffset>
                      </wp:positionV>
                      <wp:extent cx="1336040" cy="1270000"/>
                      <wp:effectExtent l="81280" t="90805" r="78105" b="77470"/>
                      <wp:wrapNone/>
                      <wp:docPr id="6" name="AutoShape 23" descr="woman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14"/>
                                <a:srcRect/>
                                <a:stretch>
                                  <a:fillRect b="-5200"/>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alt="Description: woman5" style="position:absolute;margin-left:125.65pt;margin-top:133.15pt;width:105.2pt;height:10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" path="m1,485096r510324,3l668020,,825715,485099r510324,-3l923176,784900r157702,485097l668020,970187,255162,1269997,412864,784900,1,485096xe" strokecolor="white [3212]" strokeweight="3pt">
                      <v:fill r:id="rId15" o:title="woman5"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sidR="00624F23">
              <w:br/>
            </w:r>
          </w:p>
        </w:tc>
        <w:tc>
          <w:tcPr>
            <w:tcW w:w="7020" w:type="dxa"/>
            <w:tcBorders>
              <w:top w:val="nil"/>
              <w:left w:val="nil"/>
              <w:bottom w:val="nil"/>
              <w:right w:val="nil"/>
            </w:tcBorders>
            <w:shd w:val="clear" w:color="auto" w:fill="FF0000"/>
          </w:tcPr>
          <w:p w:rsidR="00624F23" w:rsidRDefault="000D0941">
            <w:r>
              <w:rPr>
                <w:noProof/>
              </w:rPr>
              <mc:AlternateContent>
                <mc:Choice Requires="wps">
                  <w:drawing>
                    <wp:anchor distT="0" distB="0" distL="114300" distR="114300" simplePos="0" relativeHeight="251689984" behindDoc="0" locked="0" layoutInCell="1" allowOverlap="1">
                      <wp:simplePos x="0" y="0"/>
                      <wp:positionH relativeFrom="column">
                        <wp:posOffset>-11430</wp:posOffset>
                      </wp:positionH>
                      <wp:positionV relativeFrom="paragraph">
                        <wp:posOffset>47625</wp:posOffset>
                      </wp:positionV>
                      <wp:extent cx="4381500" cy="3038475"/>
                      <wp:effectExtent l="0" t="0" r="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303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rsidR="008C5BB3" w:rsidRDefault="00630A1D" w:rsidP="00004BA0">
                                  <w:pPr>
                                    <w:spacing w:line="480" w:lineRule="auto"/>
                                    <w:jc w:val="both"/>
                                  </w:pPr>
                                  <w:r>
                                    <w:t xml:space="preserve">The Chambersburg School Distrcit (CASD) needs you!  You have been selected to serve on the Comprehensive School Planning (CSP) committee.  The CSP is desgined to create the Strategic Plan for the next 3 years.   The CASD is pleased to invite you to serve your community and the children by providing valuable advice and insight into the future programming of Chambersburg Education.   Please RSVP to Cherry Wagner at 717-729-7692 or via email at </w:t>
                                  </w:r>
                                  <w:hyperlink r:id="rId16" w:history="1">
                                    <w:r w:rsidRPr="00873B41">
                                      <w:rPr>
                                        <w:rStyle w:val="Hyperlink"/>
                                      </w:rPr>
                                      <w:t>wagneche@chambersburg.k12.pa.us</w:t>
                                    </w:r>
                                  </w:hyperlink>
                                  <w:r>
                                    <w:t xml:space="preserve">. </w:t>
                                  </w:r>
                                </w:p>
                                <w:p w:rsidR="00944A08" w:rsidRPr="00D86CD7" w:rsidRDefault="00630A1D" w:rsidP="00004BA0">
                                  <w:pPr>
                                    <w:spacing w:line="480" w:lineRule="auto"/>
                                    <w:jc w:val="both"/>
                                  </w:pPr>
                                  <w:r>
                                    <w:t>There are 4 key areas the CSP must focus on for the future.   (Professional Education, Special Education, Technology, Safety)   We hav</w:t>
                                  </w:r>
                                  <w:r w:rsidR="00944A08">
                                    <w:t xml:space="preserve">e </w:t>
                                  </w:r>
                                  <w:r>
                                    <w:t>members for most of the key areas</w:t>
                                  </w:r>
                                  <w:r w:rsidR="00944A08">
                                    <w:t xml:space="preserve"> listed above</w:t>
                                  </w:r>
                                  <w:r>
                                    <w:t xml:space="preserve">.  We need your help in creating a school district </w:t>
                                  </w:r>
                                  <w:r w:rsidR="00944A08">
                                    <w:t>vision and mission</w:t>
                                  </w:r>
                                  <w:r>
                                    <w:t xml:space="preserve"> for the student’s futur</w:t>
                                  </w:r>
                                  <w:r w:rsidR="00944A08">
                                    <w:t xml:space="preserve">e.   In </w:t>
                                  </w:r>
                                  <w:r>
                                    <w:t xml:space="preserve">addition to creating and setting this direction, we will need you to assist with making sure the focus group recommendations </w:t>
                                  </w:r>
                                  <w:r w:rsidR="00944A08">
                                    <w:t>are directly tied to the school district vision.   We will plan on meeting on February 22</w:t>
                                  </w:r>
                                  <w:r w:rsidR="00944A08" w:rsidRPr="00944A08">
                                    <w:rPr>
                                      <w:vertAlign w:val="superscript"/>
                                    </w:rPr>
                                    <w:t>nd</w:t>
                                  </w:r>
                                  <w:r w:rsidR="00944A08">
                                    <w:t xml:space="preserve">, 2012 from 5:00pm to 6:30 pm in the District Administrative Building (Board Room) and again on March </w:t>
                                  </w:r>
                                  <w:r w:rsidR="000D0941">
                                    <w:t>7</w:t>
                                  </w:r>
                                  <w:bookmarkStart w:id="0" w:name="_GoBack"/>
                                  <w:bookmarkEnd w:id="0"/>
                                  <w:r w:rsidR="00944A08" w:rsidRPr="00944A08">
                                    <w:rPr>
                                      <w:vertAlign w:val="superscript"/>
                                    </w:rPr>
                                    <w:t>th</w:t>
                                  </w:r>
                                  <w:r w:rsidR="00944A08">
                                    <w:t xml:space="preserve"> same time and location.   Included in this flyer are two links that will get you started with background information about our past strategic plan and efforts.                                                The first link is the CASD board docs where are strategic plan is located.  </w:t>
                                  </w:r>
                                  <w:hyperlink r:id="rId17" w:history="1">
                                    <w:r w:rsidR="00944A08" w:rsidRPr="00873B41">
                                      <w:rPr>
                                        <w:rStyle w:val="Hyperlink"/>
                                      </w:rPr>
                                      <w:t>http://www.boarddocs.com/pa/casdpa/Board.nsf/Public</w:t>
                                    </w:r>
                                  </w:hyperlink>
                                  <w:r w:rsidR="00944A08">
                                    <w:t xml:space="preserve">                                             The second link is a wiki space for the purpose of creating the vision, mission and plans.  </w:t>
                                  </w:r>
                                  <w:hyperlink r:id="rId18" w:history="1">
                                    <w:r w:rsidR="002E1A67" w:rsidRPr="00873B41">
                                      <w:rPr>
                                        <w:rStyle w:val="Hyperlink"/>
                                      </w:rPr>
                                      <w:t>http://casdcsp2012-2015.wikispaces.com/</w:t>
                                    </w:r>
                                  </w:hyperlink>
                                  <w:r w:rsidR="002E1A67">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9pt;margin-top:3.75pt;width:345pt;height:23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JKStgIAALs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" filled="f" stroked="f">
                      <v:textbox style="mso-next-textbox:#Text Box 15">
                        <w:txbxContent>
                          <w:p w:rsidR="008C5BB3" w:rsidRDefault="00630A1D" w:rsidP="00004BA0">
                            <w:pPr>
                              <w:spacing w:line="480" w:lineRule="auto"/>
                              <w:jc w:val="both"/>
                            </w:pPr>
                            <w:r>
                              <w:t xml:space="preserve">The Chambersburg School Distrcit (CASD) needs you!  You have been selected to serve on the Comprehensive School Planning (CSP) committee.  The CSP is desgined to create the Strategic Plan for the next 3 years.   The CASD is pleased to invite you to serve your community and the children by providing valuable advice and insight into the future programming of Chambersburg Education.   Please RSVP to Cherry Wagner at 717-729-7692 or via email at </w:t>
                            </w:r>
                            <w:hyperlink r:id="rId19" w:history="1">
                              <w:r w:rsidRPr="00873B41">
                                <w:rPr>
                                  <w:rStyle w:val="Hyperlink"/>
                                </w:rPr>
                                <w:t>wagneche@chambersburg.k12.pa.us</w:t>
                              </w:r>
                            </w:hyperlink>
                            <w:r>
                              <w:t xml:space="preserve">. </w:t>
                            </w:r>
                          </w:p>
                          <w:p w:rsidR="00944A08" w:rsidRPr="00D86CD7" w:rsidRDefault="00630A1D" w:rsidP="00004BA0">
                            <w:pPr>
                              <w:spacing w:line="480" w:lineRule="auto"/>
                              <w:jc w:val="both"/>
                            </w:pPr>
                            <w:r>
                              <w:t>There are 4 key areas the CSP must focus on for the future.   (Professional Education, Special Education, Technology, Safety)   We hav</w:t>
                            </w:r>
                            <w:r w:rsidR="00944A08">
                              <w:t xml:space="preserve">e </w:t>
                            </w:r>
                            <w:r>
                              <w:t>members for most of the key areas</w:t>
                            </w:r>
                            <w:r w:rsidR="00944A08">
                              <w:t xml:space="preserve"> listed above</w:t>
                            </w:r>
                            <w:r>
                              <w:t xml:space="preserve">.  We need your help in creating a school district </w:t>
                            </w:r>
                            <w:r w:rsidR="00944A08">
                              <w:t>vision and mission</w:t>
                            </w:r>
                            <w:r>
                              <w:t xml:space="preserve"> for the student’s futur</w:t>
                            </w:r>
                            <w:r w:rsidR="00944A08">
                              <w:t xml:space="preserve">e.   In </w:t>
                            </w:r>
                            <w:r>
                              <w:t xml:space="preserve">addition to creating and setting this direction, we will need you to assist with making sure the focus group recommendations </w:t>
                            </w:r>
                            <w:r w:rsidR="00944A08">
                              <w:t>are directly tied to the school district vision.   We will plan on meeting on February 22</w:t>
                            </w:r>
                            <w:r w:rsidR="00944A08" w:rsidRPr="00944A08">
                              <w:rPr>
                                <w:vertAlign w:val="superscript"/>
                              </w:rPr>
                              <w:t>nd</w:t>
                            </w:r>
                            <w:r w:rsidR="00944A08">
                              <w:t xml:space="preserve">, 2012 from 5:00pm to 6:30 pm in the District Administrative Building (Board Room) and again on March </w:t>
                            </w:r>
                            <w:r w:rsidR="000D0941">
                              <w:t>7</w:t>
                            </w:r>
                            <w:bookmarkStart w:id="1" w:name="_GoBack"/>
                            <w:bookmarkEnd w:id="1"/>
                            <w:r w:rsidR="00944A08" w:rsidRPr="00944A08">
                              <w:rPr>
                                <w:vertAlign w:val="superscript"/>
                              </w:rPr>
                              <w:t>th</w:t>
                            </w:r>
                            <w:r w:rsidR="00944A08">
                              <w:t xml:space="preserve"> same time and location.   Included in this flyer are two links that will get you started with background information about our past strategic plan and efforts.                                                The first link is the CASD board docs where are strategic plan is located.  </w:t>
                            </w:r>
                            <w:hyperlink r:id="rId20" w:history="1">
                              <w:r w:rsidR="00944A08" w:rsidRPr="00873B41">
                                <w:rPr>
                                  <w:rStyle w:val="Hyperlink"/>
                                </w:rPr>
                                <w:t>http://www.boarddocs.com/pa/casdpa/Board.nsf/Public</w:t>
                              </w:r>
                            </w:hyperlink>
                            <w:r w:rsidR="00944A08">
                              <w:t xml:space="preserve">                                             The second link is a wiki space for the purpose of creating the vision, mission and plans.  </w:t>
                            </w:r>
                            <w:hyperlink r:id="rId21" w:history="1">
                              <w:r w:rsidR="002E1A67" w:rsidRPr="00873B41">
                                <w:rPr>
                                  <w:rStyle w:val="Hyperlink"/>
                                </w:rPr>
                                <w:t>http://casdcsp2012-2015.wikispaces.com/</w:t>
                              </w:r>
                            </w:hyperlink>
                            <w:r w:rsidR="002E1A67">
                              <w:t xml:space="preserve"> </w:t>
                            </w:r>
                          </w:p>
                        </w:txbxContent>
                      </v:textbox>
                    </v:shape>
                  </w:pict>
                </mc:Fallback>
              </mc:AlternateContent>
            </w:r>
          </w:p>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shd w:val="clear" w:color="auto" w:fill="FF0000"/>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002060"/>
          </w:tcPr>
          <w:p w:rsidR="00624F23" w:rsidRDefault="000D0941">
            <w:r>
              <w:rPr>
                <w:noProof/>
              </w:rPr>
              <mc:AlternateContent>
                <mc:Choice Requires="wps">
                  <w:drawing>
                    <wp:anchor distT="0" distB="0" distL="114300" distR="114300" simplePos="0" relativeHeight="251688960" behindDoc="0" locked="0" layoutInCell="1" allowOverlap="1">
                      <wp:simplePos x="0" y="0"/>
                      <wp:positionH relativeFrom="column">
                        <wp:posOffset>3137535</wp:posOffset>
                      </wp:positionH>
                      <wp:positionV relativeFrom="paragraph">
                        <wp:posOffset>326390</wp:posOffset>
                      </wp:positionV>
                      <wp:extent cx="1336040" cy="1270000"/>
                      <wp:effectExtent l="80010" t="90170" r="79375" b="78105"/>
                      <wp:wrapNone/>
                      <wp:docPr id="4" name="AutoShape 24" descr="man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70000"/>
                              </a:xfrm>
                              <a:prstGeom prst="star5">
                                <a:avLst/>
                              </a:prstGeom>
                              <a:blipFill dpi="0" rotWithShape="1">
                                <a:blip r:embed="rId22"/>
                                <a:srcRect/>
                                <a:stretch>
                                  <a:fillRect b="-5200"/>
                                </a:stretch>
                              </a:blipFill>
                              <a:ln w="38100">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alt="Description: man2" style="position:absolute;margin-left:247.05pt;margin-top:25.7pt;width:105.2pt;height:10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6040,127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" path="m1,485096r510324,3l668020,,825715,485099r510324,-3l923176,784900r157702,485097l668020,970187,255162,1269997,412864,784900,1,485096xe" strokecolor="white [3212]" strokeweight="3pt">
                      <v:fill r:id="rId23" o:title="man2" recolor="t" rotate="t" type="frame"/>
                      <v:stroke joinstyle="miter"/>
                      <v:path o:connecttype="custom" o:connectlocs="1,485096;510325,485099;668020,0;825715,485099;1336039,485096;923176,784900;1080878,1269997;668020,970187;255162,1269997;412864,784900;1,485096" o:connectangles="0,0,0,0,0,0,0,0,0,0,0"/>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38100</wp:posOffset>
                      </wp:positionH>
                      <wp:positionV relativeFrom="paragraph">
                        <wp:posOffset>26670</wp:posOffset>
                      </wp:positionV>
                      <wp:extent cx="4381500"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BD7" w:rsidRPr="00F932E3" w:rsidRDefault="00630A1D" w:rsidP="001E3BD7">
                                  <w:pPr>
                                    <w:jc w:val="center"/>
                                    <w:rPr>
                                      <w:rFonts w:ascii="Calibri" w:hAnsi="Calibri"/>
                                      <w:b/>
                                      <w:smallCaps/>
                                      <w:color w:val="FFFFFF" w:themeColor="background1"/>
                                      <w:spacing w:val="80"/>
                                      <w:sz w:val="28"/>
                                    </w:rPr>
                                  </w:pPr>
                                  <w:r>
                                    <w:rPr>
                                      <w:rFonts w:ascii="Calibri" w:hAnsi="Calibri"/>
                                      <w:b/>
                                      <w:smallCaps/>
                                      <w:color w:val="FFFFFF" w:themeColor="background1"/>
                                      <w:spacing w:val="80"/>
                                      <w:sz w:val="28"/>
                                    </w:rPr>
                                    <w:t xml:space="preserve">Chambersburg School District </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margin-left:3pt;margin-top:2.1pt;width:345pt;height: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2tgIAAME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" filled="f" stroked="f">
                      <v:textbox inset="3.6pt,,3.6pt">
                        <w:txbxContent>
                          <w:p w:rsidR="001E3BD7" w:rsidRPr="00F932E3" w:rsidRDefault="00630A1D" w:rsidP="001E3BD7">
                            <w:pPr>
                              <w:jc w:val="center"/>
                              <w:rPr>
                                <w:rFonts w:ascii="Calibri" w:hAnsi="Calibri"/>
                                <w:b/>
                                <w:smallCaps/>
                                <w:color w:val="FFFFFF" w:themeColor="background1"/>
                                <w:spacing w:val="80"/>
                                <w:sz w:val="28"/>
                              </w:rPr>
                            </w:pPr>
                            <w:r>
                              <w:rPr>
                                <w:rFonts w:ascii="Calibri" w:hAnsi="Calibri"/>
                                <w:b/>
                                <w:smallCaps/>
                                <w:color w:val="FFFFFF" w:themeColor="background1"/>
                                <w:spacing w:val="80"/>
                                <w:sz w:val="28"/>
                              </w:rPr>
                              <w:t xml:space="preserve">Chambersburg School District </w:t>
                            </w:r>
                          </w:p>
                        </w:txbxContent>
                      </v:textbox>
                    </v:shape>
                  </w:pict>
                </mc:Fallback>
              </mc:AlternateContent>
            </w:r>
            <w:r w:rsidR="00624F23">
              <w:br/>
            </w:r>
          </w:p>
        </w:tc>
        <w:tc>
          <w:tcPr>
            <w:tcW w:w="7020" w:type="dxa"/>
            <w:tcBorders>
              <w:top w:val="nil"/>
              <w:left w:val="nil"/>
              <w:bottom w:val="nil"/>
              <w:right w:val="nil"/>
            </w:tcBorders>
            <w:shd w:val="clear" w:color="auto" w:fill="FF0000"/>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shd w:val="clear" w:color="auto" w:fill="FF0000"/>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00206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r w:rsidR="00624F23" w:rsidTr="00624F23">
        <w:tc>
          <w:tcPr>
            <w:tcW w:w="7398" w:type="dxa"/>
            <w:tcBorders>
              <w:top w:val="nil"/>
              <w:left w:val="nil"/>
              <w:bottom w:val="nil"/>
              <w:right w:val="nil"/>
            </w:tcBorders>
            <w:shd w:val="clear" w:color="auto" w:fill="auto"/>
          </w:tcPr>
          <w:p w:rsidR="00624F23" w:rsidRDefault="000D0941">
            <w:r>
              <w:rPr>
                <w:noProof/>
              </w:rPr>
              <mc:AlternateContent>
                <mc:Choice Requires="wps">
                  <w:drawing>
                    <wp:anchor distT="0" distB="0" distL="114300" distR="114300" simplePos="0" relativeHeight="251691008" behindDoc="0" locked="0" layoutInCell="1" allowOverlap="1">
                      <wp:simplePos x="0" y="0"/>
                      <wp:positionH relativeFrom="column">
                        <wp:posOffset>-66675</wp:posOffset>
                      </wp:positionH>
                      <wp:positionV relativeFrom="paragraph">
                        <wp:posOffset>45085</wp:posOffset>
                      </wp:positionV>
                      <wp:extent cx="9139555" cy="3438525"/>
                      <wp:effectExtent l="0" t="0" r="444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9555" cy="3438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5.25pt;margin-top:3.55pt;width:719.65pt;height:270.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" filled="f" stroked="f">
                      <v:textbox>
                        <w:txbxContent/>
                      </v:textbox>
                    </v:shape>
                  </w:pict>
                </mc:Fallback>
              </mc:AlternateContent>
            </w:r>
            <w:r w:rsidR="00624F23">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FF000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r w:rsidR="00624F23" w:rsidTr="00624F23">
        <w:tc>
          <w:tcPr>
            <w:tcW w:w="7398" w:type="dxa"/>
            <w:tcBorders>
              <w:top w:val="nil"/>
              <w:left w:val="nil"/>
              <w:bottom w:val="nil"/>
              <w:right w:val="nil"/>
            </w:tcBorders>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FF000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r w:rsidR="00624F23" w:rsidTr="00624F23">
        <w:tc>
          <w:tcPr>
            <w:tcW w:w="7398" w:type="dxa"/>
            <w:tcBorders>
              <w:top w:val="nil"/>
              <w:left w:val="nil"/>
              <w:bottom w:val="nil"/>
              <w:right w:val="nil"/>
            </w:tcBorders>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FF000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r w:rsidR="00624F23" w:rsidTr="00624F23">
        <w:tc>
          <w:tcPr>
            <w:tcW w:w="7398" w:type="dxa"/>
            <w:tcBorders>
              <w:top w:val="nil"/>
              <w:left w:val="nil"/>
              <w:bottom w:val="nil"/>
              <w:right w:val="nil"/>
            </w:tcBorders>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FF000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r w:rsidR="00624F23" w:rsidTr="00624F23">
        <w:tc>
          <w:tcPr>
            <w:tcW w:w="7398" w:type="dxa"/>
            <w:tcBorders>
              <w:top w:val="nil"/>
              <w:left w:val="nil"/>
              <w:bottom w:val="nil"/>
              <w:right w:val="nil"/>
            </w:tcBorders>
          </w:tcPr>
          <w:p w:rsidR="00624F23" w:rsidRDefault="00624F23">
            <w:r>
              <w:br/>
            </w:r>
          </w:p>
        </w:tc>
        <w:tc>
          <w:tcPr>
            <w:tcW w:w="7020" w:type="dxa"/>
            <w:tcBorders>
              <w:top w:val="nil"/>
              <w:left w:val="nil"/>
              <w:bottom w:val="nil"/>
              <w:right w:val="nil"/>
            </w:tcBorders>
          </w:tcPr>
          <w:p w:rsidR="00624F23" w:rsidRDefault="00624F23"/>
        </w:tc>
      </w:tr>
      <w:tr w:rsidR="00624F23" w:rsidTr="00624F23">
        <w:tc>
          <w:tcPr>
            <w:tcW w:w="7398" w:type="dxa"/>
            <w:tcBorders>
              <w:top w:val="nil"/>
              <w:left w:val="nil"/>
              <w:bottom w:val="nil"/>
              <w:right w:val="nil"/>
            </w:tcBorders>
            <w:shd w:val="clear" w:color="auto" w:fill="FF0000"/>
          </w:tcPr>
          <w:p w:rsidR="00624F23" w:rsidRDefault="00624F23" w:rsidP="00EE7EA8">
            <w:r>
              <w:br/>
            </w:r>
          </w:p>
        </w:tc>
        <w:tc>
          <w:tcPr>
            <w:tcW w:w="7020" w:type="dxa"/>
            <w:tcBorders>
              <w:top w:val="nil"/>
              <w:left w:val="nil"/>
              <w:bottom w:val="nil"/>
              <w:right w:val="nil"/>
            </w:tcBorders>
            <w:shd w:val="clear" w:color="auto" w:fill="FF0000"/>
          </w:tcPr>
          <w:p w:rsidR="00624F23" w:rsidRDefault="00624F23" w:rsidP="00EE7EA8"/>
        </w:tc>
      </w:tr>
    </w:tbl>
    <w:p w:rsidR="00727A13" w:rsidRDefault="000D0941">
      <w:r>
        <w:rPr>
          <w:noProof/>
        </w:rPr>
        <mc:AlternateContent>
          <mc:Choice Requires="wps">
            <w:drawing>
              <wp:anchor distT="0" distB="0" distL="114300" distR="114300" simplePos="0" relativeHeight="251692032" behindDoc="0" locked="0" layoutInCell="1" allowOverlap="1">
                <wp:simplePos x="0" y="0"/>
                <wp:positionH relativeFrom="column">
                  <wp:posOffset>-66675</wp:posOffset>
                </wp:positionH>
                <wp:positionV relativeFrom="paragraph">
                  <wp:posOffset>111125</wp:posOffset>
                </wp:positionV>
                <wp:extent cx="9153525" cy="43815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5BB3" w:rsidRPr="008C5BB3" w:rsidRDefault="008C5BB3" w:rsidP="00FB7238">
                            <w:pPr>
                              <w:tabs>
                                <w:tab w:val="left" w:pos="8820"/>
                              </w:tabs>
                              <w:jc w:val="center"/>
                              <w:rPr>
                                <w:b/>
                                <w:color w:val="002060"/>
                                <w:sz w:val="18"/>
                              </w:rPr>
                            </w:pPr>
                            <w:r w:rsidRPr="008C5BB3">
                              <w:rPr>
                                <w:b/>
                                <w:color w:val="002060"/>
                                <w:sz w:val="18"/>
                              </w:rPr>
                              <w:t>COMPANY OR PERSONAL NAME | STREET ADDRESS | CITY, STATE ZIP CODE | PH: 222-555-8888 | FX: 222-555-7777 | WWW.YOURSITE.COM | YOU@YOURSITE.COM</w:t>
                            </w:r>
                          </w:p>
                          <w:p w:rsidR="008C5BB3" w:rsidRPr="008C5BB3" w:rsidRDefault="008C5BB3" w:rsidP="008C5BB3">
                            <w:pPr>
                              <w:rPr>
                                <w:color w:val="002060"/>
                              </w:rPr>
                            </w:pP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margin-left:-5.25pt;margin-top:8.75pt;width:720.75pt;height:3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" filled="f" stroked="f">
                <v:textbox inset="3.6pt,,3.6pt">
                  <w:txbxContent>
                    <w:p w:rsidR="008C5BB3" w:rsidRPr="008C5BB3" w:rsidRDefault="008C5BB3" w:rsidP="00FB7238">
                      <w:pPr>
                        <w:tabs>
                          <w:tab w:val="left" w:pos="8820"/>
                        </w:tabs>
                        <w:jc w:val="center"/>
                        <w:rPr>
                          <w:b/>
                          <w:color w:val="002060"/>
                          <w:sz w:val="18"/>
                        </w:rPr>
                      </w:pPr>
                      <w:r w:rsidRPr="008C5BB3">
                        <w:rPr>
                          <w:b/>
                          <w:color w:val="002060"/>
                          <w:sz w:val="18"/>
                        </w:rPr>
                        <w:t>COMPANY OR PERSONAL NAME | STREET ADDRESS | CITY, STATE ZIP CODE | PH: 222-555-8888 | FX: 222-555-7777 | WWW.YOURSITE.COM | YOU@YOURSITE.COM</w:t>
                      </w:r>
                    </w:p>
                    <w:p w:rsidR="008C5BB3" w:rsidRPr="008C5BB3" w:rsidRDefault="008C5BB3" w:rsidP="008C5BB3">
                      <w:pPr>
                        <w:rPr>
                          <w:color w:val="002060"/>
                        </w:rPr>
                      </w:pPr>
                    </w:p>
                  </w:txbxContent>
                </v:textbox>
              </v:shape>
            </w:pict>
          </mc:Fallback>
        </mc:AlternateContent>
      </w:r>
    </w:p>
    <w:sectPr w:rsidR="00727A13" w:rsidSect="00D86CD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A1D"/>
    <w:rsid w:val="00004BA0"/>
    <w:rsid w:val="0001610C"/>
    <w:rsid w:val="00092965"/>
    <w:rsid w:val="000C7163"/>
    <w:rsid w:val="000D0941"/>
    <w:rsid w:val="000D1926"/>
    <w:rsid w:val="000D463F"/>
    <w:rsid w:val="0017418F"/>
    <w:rsid w:val="001C0BC9"/>
    <w:rsid w:val="001D0F9B"/>
    <w:rsid w:val="001E3BD7"/>
    <w:rsid w:val="0025006D"/>
    <w:rsid w:val="00256AC7"/>
    <w:rsid w:val="002D00D6"/>
    <w:rsid w:val="002E1A67"/>
    <w:rsid w:val="002E1EB6"/>
    <w:rsid w:val="00325335"/>
    <w:rsid w:val="003374A7"/>
    <w:rsid w:val="00351086"/>
    <w:rsid w:val="004C5A06"/>
    <w:rsid w:val="004E4F32"/>
    <w:rsid w:val="004F32BB"/>
    <w:rsid w:val="004F5044"/>
    <w:rsid w:val="00510655"/>
    <w:rsid w:val="00542BF3"/>
    <w:rsid w:val="00624F23"/>
    <w:rsid w:val="00630A1D"/>
    <w:rsid w:val="00647811"/>
    <w:rsid w:val="0068470D"/>
    <w:rsid w:val="00684E24"/>
    <w:rsid w:val="006D1C81"/>
    <w:rsid w:val="006E3927"/>
    <w:rsid w:val="0070735F"/>
    <w:rsid w:val="00723AE1"/>
    <w:rsid w:val="007258C4"/>
    <w:rsid w:val="00727A13"/>
    <w:rsid w:val="00736C67"/>
    <w:rsid w:val="0074503F"/>
    <w:rsid w:val="007D64A9"/>
    <w:rsid w:val="007D6D6E"/>
    <w:rsid w:val="00890E6A"/>
    <w:rsid w:val="008C5BB3"/>
    <w:rsid w:val="008D66CA"/>
    <w:rsid w:val="00921812"/>
    <w:rsid w:val="00944A08"/>
    <w:rsid w:val="009B44C2"/>
    <w:rsid w:val="009D68EA"/>
    <w:rsid w:val="009F047C"/>
    <w:rsid w:val="00A3697C"/>
    <w:rsid w:val="00AE3AD4"/>
    <w:rsid w:val="00B71F08"/>
    <w:rsid w:val="00BB617C"/>
    <w:rsid w:val="00C168D3"/>
    <w:rsid w:val="00C70661"/>
    <w:rsid w:val="00CB6BB5"/>
    <w:rsid w:val="00D86CD7"/>
    <w:rsid w:val="00DF0DAA"/>
    <w:rsid w:val="00E01C88"/>
    <w:rsid w:val="00E60CCD"/>
    <w:rsid w:val="00E66C03"/>
    <w:rsid w:val="00EA6D3A"/>
    <w:rsid w:val="00ED748A"/>
    <w:rsid w:val="00F23CA8"/>
    <w:rsid w:val="00F932E3"/>
    <w:rsid w:val="00FB7238"/>
    <w:rsid w:val="00FF1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white" strokecolor="none [3212]">
      <v:fill color="white" rotate="t" type="frame"/>
      <v:stroke color="none [3212]" weight="3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C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1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EB6"/>
    <w:rPr>
      <w:rFonts w:ascii="Tahoma" w:hAnsi="Tahoma" w:cs="Tahoma"/>
      <w:sz w:val="16"/>
      <w:szCs w:val="16"/>
    </w:rPr>
  </w:style>
  <w:style w:type="character" w:styleId="Hyperlink">
    <w:name w:val="Hyperlink"/>
    <w:basedOn w:val="DefaultParagraphFont"/>
    <w:uiPriority w:val="99"/>
    <w:unhideWhenUsed/>
    <w:rsid w:val="007258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C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1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EB6"/>
    <w:rPr>
      <w:rFonts w:ascii="Tahoma" w:hAnsi="Tahoma" w:cs="Tahoma"/>
      <w:sz w:val="16"/>
      <w:szCs w:val="16"/>
    </w:rPr>
  </w:style>
  <w:style w:type="character" w:styleId="Hyperlink">
    <w:name w:val="Hyperlink"/>
    <w:basedOn w:val="DefaultParagraphFont"/>
    <w:uiPriority w:val="99"/>
    <w:unhideWhenUsed/>
    <w:rsid w:val="007258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casdcsp2012-2015.wikispaces.com/" TargetMode="External"/><Relationship Id="rId3" Type="http://schemas.microsoft.com/office/2007/relationships/stylesWithEffects" Target="stylesWithEffects.xml"/><Relationship Id="rId21" Type="http://schemas.openxmlformats.org/officeDocument/2006/relationships/hyperlink" Target="http://casdcsp2012-2015.wikispaces.com/"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boarddocs.com/pa/casdpa/Board.nsf/Publi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wagneche@chambersburg.k12.pa.us" TargetMode="External"/><Relationship Id="rId20" Type="http://schemas.openxmlformats.org/officeDocument/2006/relationships/hyperlink" Target="http://www.boarddocs.com/pa/casdpa/Board.nsf/Public"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2.jpeg"/><Relationship Id="rId10" Type="http://schemas.openxmlformats.org/officeDocument/2006/relationships/image" Target="media/image5.jpeg"/><Relationship Id="rId19" Type="http://schemas.openxmlformats.org/officeDocument/2006/relationships/hyperlink" Target="mailto:wagneche@chambersburg.k12.pa.us"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iggechr\Application%20Data\Microsoft\Templates\TP0300057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E6905B00-1B45-4CB4-B4F2-9DAE8529EB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TP030005701</Template>
  <TotalTime>26</TotalTime>
  <Pages>1</Pages>
  <Words>12</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biggechr</dc:creator>
  <cp:keywords/>
  <dc:description/>
  <cp:lastModifiedBy>biggechr</cp:lastModifiedBy>
  <cp:revision>1</cp:revision>
  <cp:lastPrinted>2009-05-23T21:55:00Z</cp:lastPrinted>
  <dcterms:created xsi:type="dcterms:W3CDTF">2012-01-31T13:48:00Z</dcterms:created>
  <dcterms:modified xsi:type="dcterms:W3CDTF">2012-01-31T14:33:00Z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TC300057019990</vt:lpwstr>
  </property>
</Properties>
</file>